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19" w:rsidRPr="002B5789" w:rsidRDefault="00021C54">
      <w:pPr>
        <w:rPr>
          <w:sz w:val="32"/>
          <w:lang w:val="mk-MK"/>
        </w:rPr>
      </w:pPr>
      <w:r w:rsidRPr="002B5789">
        <w:rPr>
          <w:sz w:val="32"/>
          <w:lang w:val="mk-MK"/>
        </w:rPr>
        <w:t>Софтвер за оперативен брифинг на контролори на летање</w:t>
      </w:r>
    </w:p>
    <w:p w:rsidR="00021C54" w:rsidRPr="002B5789" w:rsidRDefault="00021C54">
      <w:pPr>
        <w:rPr>
          <w:sz w:val="24"/>
          <w:lang w:val="mk-MK"/>
        </w:rPr>
      </w:pPr>
    </w:p>
    <w:p w:rsidR="00021C54" w:rsidRPr="002B5789" w:rsidRDefault="00021C54">
      <w:pPr>
        <w:rPr>
          <w:sz w:val="24"/>
          <w:lang w:val="mk-MK"/>
        </w:rPr>
      </w:pPr>
      <w:r w:rsidRPr="002B5789">
        <w:rPr>
          <w:sz w:val="24"/>
          <w:lang w:val="mk-MK"/>
        </w:rPr>
        <w:t>При оперативна работа контролорите на летање се потпираат на голем број документи кои содржат есенцијални информации</w:t>
      </w:r>
      <w:r w:rsidR="004F4100" w:rsidRPr="002B5789">
        <w:rPr>
          <w:sz w:val="24"/>
          <w:lang w:val="mk-MK"/>
        </w:rPr>
        <w:t xml:space="preserve">, правила и процедури </w:t>
      </w:r>
      <w:r w:rsidRPr="002B5789">
        <w:rPr>
          <w:sz w:val="24"/>
          <w:lang w:val="mk-MK"/>
        </w:rPr>
        <w:t xml:space="preserve"> неопходни за безбедно одвивање на воздушниот сообраќај. Тоа се на пример </w:t>
      </w:r>
      <w:r w:rsidR="004F4100" w:rsidRPr="002B5789">
        <w:rPr>
          <w:sz w:val="24"/>
          <w:lang w:val="mk-MK"/>
        </w:rPr>
        <w:t xml:space="preserve">Националниот зборник на воздухопловни прописи, Технологија на работа на управување со воздушен сообраќај, Договори за координација и споработка, и други. Овие документи често се ажурираат и претрпуваат измени, а навременото информирање и запознавање на контролорите на летање со тие измени е есенцијално за оперативната работа. </w:t>
      </w:r>
      <w:r w:rsidR="0033768A" w:rsidRPr="002B5789">
        <w:rPr>
          <w:sz w:val="24"/>
          <w:lang w:val="mk-MK"/>
        </w:rPr>
        <w:t>Тука се и оперативни постапки, процедури и информации од привремен карактер, кои исто така мораат навремено да бидат проследени до оперативниот персонал.</w:t>
      </w:r>
    </w:p>
    <w:p w:rsidR="00305B0A" w:rsidRPr="002B5789" w:rsidRDefault="0033768A">
      <w:pPr>
        <w:rPr>
          <w:sz w:val="24"/>
          <w:lang w:val="mk-MK"/>
        </w:rPr>
      </w:pPr>
      <w:r w:rsidRPr="002B5789">
        <w:rPr>
          <w:sz w:val="24"/>
          <w:lang w:val="mk-MK"/>
        </w:rPr>
        <w:t xml:space="preserve">Бидејќи најчесто навременото запознавање со сите овие информации се неопходен предуслов за да контролорот на летање воопшто може да биде распореден на должност на оперативна работа, неопходен е систем кој ќе обезбеди нивно проследување до оперативниот персонал, а исто така и да овозможи на </w:t>
      </w:r>
      <w:r w:rsidR="00305B0A" w:rsidRPr="002B5789">
        <w:rPr>
          <w:sz w:val="24"/>
          <w:lang w:val="mk-MK"/>
        </w:rPr>
        <w:t xml:space="preserve">супервизорите во смена кои го планираат дневниот распоред на контролорите на летање на оперативна должност да добијат информација дали истите се запознале </w:t>
      </w:r>
      <w:r w:rsidR="006916BB">
        <w:rPr>
          <w:sz w:val="24"/>
          <w:lang w:val="mk-MK"/>
        </w:rPr>
        <w:t xml:space="preserve">(односно не се запознале) </w:t>
      </w:r>
      <w:r w:rsidR="00305B0A" w:rsidRPr="002B5789">
        <w:rPr>
          <w:sz w:val="24"/>
          <w:lang w:val="mk-MK"/>
        </w:rPr>
        <w:t>со сите информации што им се неопходни за да можат да бидат распоредени на оперативна должност.</w:t>
      </w:r>
    </w:p>
    <w:p w:rsidR="00CC7ECC" w:rsidRPr="002B5789" w:rsidRDefault="00CC7ECC">
      <w:pPr>
        <w:rPr>
          <w:sz w:val="24"/>
          <w:lang w:val="mk-MK"/>
        </w:rPr>
      </w:pPr>
      <w:r w:rsidRPr="002B5789">
        <w:rPr>
          <w:sz w:val="24"/>
          <w:lang w:val="mk-MK"/>
        </w:rPr>
        <w:t>Во најопшти црти, ова би требало да биде реализирано на следниот начин: лицата одговорни за проследување на информациите ќе можат да ги постават на серверот во некоја соодветна форма (</w:t>
      </w:r>
      <w:r w:rsidRPr="002B5789">
        <w:rPr>
          <w:sz w:val="24"/>
        </w:rPr>
        <w:t xml:space="preserve">PDF, MS Word, </w:t>
      </w:r>
      <w:r w:rsidRPr="002B5789">
        <w:rPr>
          <w:sz w:val="24"/>
          <w:lang w:val="mk-MK"/>
        </w:rPr>
        <w:t>слика...)</w:t>
      </w:r>
      <w:r w:rsidRPr="002B5789">
        <w:rPr>
          <w:sz w:val="24"/>
        </w:rPr>
        <w:t xml:space="preserve"> </w:t>
      </w:r>
      <w:r w:rsidRPr="002B5789">
        <w:rPr>
          <w:sz w:val="24"/>
          <w:lang w:val="mk-MK"/>
        </w:rPr>
        <w:t xml:space="preserve">и да дефинираат временски рок и група на корисници кои треба да се запознаат со информациите. Софтверот треба да ги извести сите засегнати (преку и-мејл, по можност и преку некоја </w:t>
      </w:r>
      <w:r w:rsidR="00210631" w:rsidRPr="002B5789">
        <w:rPr>
          <w:sz w:val="24"/>
        </w:rPr>
        <w:t xml:space="preserve">messaging </w:t>
      </w:r>
      <w:r w:rsidR="00210631" w:rsidRPr="002B5789">
        <w:rPr>
          <w:sz w:val="24"/>
          <w:lang w:val="mk-MK"/>
        </w:rPr>
        <w:t xml:space="preserve">апликација како </w:t>
      </w:r>
      <w:proofErr w:type="spellStart"/>
      <w:r w:rsidR="00210631" w:rsidRPr="002B5789">
        <w:rPr>
          <w:sz w:val="24"/>
        </w:rPr>
        <w:t>Viber</w:t>
      </w:r>
      <w:proofErr w:type="spellEnd"/>
      <w:r w:rsidR="00210631" w:rsidRPr="002B5789">
        <w:rPr>
          <w:sz w:val="24"/>
        </w:rPr>
        <w:t xml:space="preserve">, </w:t>
      </w:r>
      <w:proofErr w:type="spellStart"/>
      <w:r w:rsidR="00210631" w:rsidRPr="002B5789">
        <w:rPr>
          <w:sz w:val="24"/>
        </w:rPr>
        <w:t>WhatsApp</w:t>
      </w:r>
      <w:proofErr w:type="spellEnd"/>
      <w:r w:rsidR="00210631" w:rsidRPr="002B5789">
        <w:rPr>
          <w:sz w:val="24"/>
        </w:rPr>
        <w:t xml:space="preserve">, Telegram </w:t>
      </w:r>
      <w:r w:rsidR="00210631" w:rsidRPr="002B5789">
        <w:rPr>
          <w:sz w:val="24"/>
          <w:lang w:val="mk-MK"/>
        </w:rPr>
        <w:t xml:space="preserve">и слично). Кога корисникот ќе се најави на </w:t>
      </w:r>
      <w:r w:rsidR="00210631" w:rsidRPr="002B5789">
        <w:rPr>
          <w:sz w:val="24"/>
        </w:rPr>
        <w:t xml:space="preserve">web </w:t>
      </w:r>
      <w:r w:rsidR="00210631" w:rsidRPr="002B5789">
        <w:rPr>
          <w:sz w:val="24"/>
          <w:lang w:val="mk-MK"/>
        </w:rPr>
        <w:t xml:space="preserve">страната на апликацијата, ќе му бидат презентирани сите документи и информации и крајниот рок до кога треба да се запознае со истите. Апликацијата ќе бележи кога корисникот ќе ги отвара документите, и на тој начин ќе обезбеди информација дали навремено е запознат со сите проследени документи. Оваа информација понатаму треба да биде достапна на администраторите, и на супервизорите во оперативни смени кои го планираат дневниот распоред на оперативниот персонал на должност. </w:t>
      </w:r>
      <w:r w:rsidR="00330F52" w:rsidRPr="002B5789">
        <w:rPr>
          <w:sz w:val="24"/>
          <w:lang w:val="mk-MK"/>
        </w:rPr>
        <w:t xml:space="preserve">Информацијата треба на соодветен начин да биде интегрирана во </w:t>
      </w:r>
      <w:r w:rsidR="00330F52" w:rsidRPr="002B5789">
        <w:rPr>
          <w:sz w:val="24"/>
        </w:rPr>
        <w:t xml:space="preserve">Excel </w:t>
      </w:r>
      <w:r w:rsidR="00330F52" w:rsidRPr="002B5789">
        <w:rPr>
          <w:sz w:val="24"/>
          <w:lang w:val="mk-MK"/>
        </w:rPr>
        <w:t>апликацијата која моментално се користи за планирање на дневниот распоред, и да биде презентирана на супервизорот (проследување на овие информации од апликацијата треба да се планира на начин што ќе овозможи лесна интеграција за евентуални други понатамошни примени).</w:t>
      </w:r>
    </w:p>
    <w:p w:rsidR="00305B0A" w:rsidRPr="002B5789" w:rsidRDefault="00A6237D">
      <w:pPr>
        <w:rPr>
          <w:sz w:val="24"/>
          <w:lang w:val="mk-MK"/>
        </w:rPr>
      </w:pPr>
      <w:r w:rsidRPr="002B5789">
        <w:rPr>
          <w:sz w:val="24"/>
          <w:lang w:val="mk-MK"/>
        </w:rPr>
        <w:lastRenderedPageBreak/>
        <w:t>С</w:t>
      </w:r>
      <w:r w:rsidR="00305B0A" w:rsidRPr="002B5789">
        <w:rPr>
          <w:sz w:val="24"/>
          <w:lang w:val="mk-MK"/>
        </w:rPr>
        <w:t>офтверот за оперативен брифинг би требало да ги задоволува следните услови:</w:t>
      </w:r>
    </w:p>
    <w:p w:rsidR="00305B0A" w:rsidRPr="002B5789" w:rsidRDefault="00305B0A" w:rsidP="00305B0A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</w:rPr>
        <w:t xml:space="preserve">Web </w:t>
      </w:r>
      <w:r w:rsidRPr="002B5789">
        <w:rPr>
          <w:sz w:val="24"/>
          <w:lang w:val="mk-MK"/>
        </w:rPr>
        <w:t xml:space="preserve">ориентиран, со можност за пристап преку било кој </w:t>
      </w:r>
      <w:r w:rsidR="008F0663" w:rsidRPr="002B5789">
        <w:rPr>
          <w:sz w:val="24"/>
        </w:rPr>
        <w:t xml:space="preserve">browser </w:t>
      </w:r>
      <w:r w:rsidR="008F0663" w:rsidRPr="002B5789">
        <w:rPr>
          <w:sz w:val="24"/>
          <w:lang w:val="mk-MK"/>
        </w:rPr>
        <w:t>преку интернет или интранет мрежа,</w:t>
      </w:r>
    </w:p>
    <w:p w:rsidR="008F0663" w:rsidRPr="002B5789" w:rsidRDefault="008F0663" w:rsidP="00305B0A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Да се користи само од авторизирани корисници со најава со корисничко име и лозинка,</w:t>
      </w:r>
    </w:p>
    <w:p w:rsidR="008F0663" w:rsidRPr="002B5789" w:rsidRDefault="008F0663" w:rsidP="00305B0A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Да има минимум две кориснички нивоа на пристап:</w:t>
      </w:r>
    </w:p>
    <w:p w:rsidR="008F0663" w:rsidRPr="002B5789" w:rsidRDefault="008F0663" w:rsidP="008F0663">
      <w:pPr>
        <w:pStyle w:val="ListParagraph"/>
        <w:numPr>
          <w:ilvl w:val="1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Администратор – менаџирање на базата на корисници, менаџирање на документите и информациите што се проследуваат, итн.</w:t>
      </w:r>
    </w:p>
    <w:p w:rsidR="008F0663" w:rsidRPr="002B5789" w:rsidRDefault="008F0663" w:rsidP="008F0663">
      <w:pPr>
        <w:pStyle w:val="ListParagraph"/>
        <w:numPr>
          <w:ilvl w:val="1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Обичен корисник – пристап само до информации и документи што му се проследени за запознавање</w:t>
      </w:r>
    </w:p>
    <w:p w:rsidR="008F0663" w:rsidRPr="002B5789" w:rsidRDefault="008F0663" w:rsidP="008F0663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Содржи база на податоци на корисниците, со име и презиме, иницијали, телефон, и-мејл адреса, работно место, дозволи за работа, овластувања за работа</w:t>
      </w:r>
    </w:p>
    <w:p w:rsidR="002B5789" w:rsidRPr="002B5789" w:rsidRDefault="002B5789" w:rsidP="002B5789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Корисничката база на податоци мож</w:t>
      </w:r>
      <w:r w:rsidRPr="002B5789">
        <w:rPr>
          <w:sz w:val="24"/>
        </w:rPr>
        <w:t>e</w:t>
      </w:r>
      <w:r w:rsidRPr="002B5789">
        <w:rPr>
          <w:sz w:val="24"/>
          <w:lang w:val="mk-MK"/>
        </w:rPr>
        <w:t xml:space="preserve"> да се експортира во </w:t>
      </w:r>
      <w:r w:rsidRPr="002B5789">
        <w:rPr>
          <w:sz w:val="24"/>
        </w:rPr>
        <w:t xml:space="preserve">Excel </w:t>
      </w:r>
      <w:r w:rsidRPr="002B5789">
        <w:rPr>
          <w:sz w:val="24"/>
          <w:lang w:val="mk-MK"/>
        </w:rPr>
        <w:t xml:space="preserve">и </w:t>
      </w:r>
      <w:r w:rsidRPr="002B5789">
        <w:rPr>
          <w:sz w:val="24"/>
        </w:rPr>
        <w:t>PDF,</w:t>
      </w:r>
    </w:p>
    <w:p w:rsidR="008F0663" w:rsidRPr="002B5789" w:rsidRDefault="008F0663" w:rsidP="008F0663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Има можност за бекап и враќање на базата на податоци,</w:t>
      </w:r>
    </w:p>
    <w:p w:rsidR="008F0663" w:rsidRPr="002B5789" w:rsidRDefault="00330F52" w:rsidP="008F0663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Запишува логови за сите активности,</w:t>
      </w:r>
    </w:p>
    <w:p w:rsidR="00330F52" w:rsidRPr="002B5789" w:rsidRDefault="00D1633C" w:rsidP="008F0663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 xml:space="preserve">Корисник со администраторски пристап има можност за дефинирање на </w:t>
      </w:r>
      <w:r w:rsidRPr="002B5789">
        <w:rPr>
          <w:sz w:val="24"/>
        </w:rPr>
        <w:t>task-</w:t>
      </w:r>
      <w:r w:rsidRPr="002B5789">
        <w:rPr>
          <w:sz w:val="24"/>
          <w:lang w:val="mk-MK"/>
        </w:rPr>
        <w:t>ови за информирање, кои ќе содржат:</w:t>
      </w:r>
    </w:p>
    <w:p w:rsidR="00D1633C" w:rsidRPr="002B5789" w:rsidRDefault="00D1633C" w:rsidP="00D1633C">
      <w:pPr>
        <w:pStyle w:val="ListParagraph"/>
        <w:numPr>
          <w:ilvl w:val="1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Опис на информациите или промените што се проследуваат во текстуална форма,</w:t>
      </w:r>
    </w:p>
    <w:p w:rsidR="00D1633C" w:rsidRPr="002B5789" w:rsidRDefault="00D1633C" w:rsidP="00D1633C">
      <w:pPr>
        <w:pStyle w:val="ListParagraph"/>
        <w:numPr>
          <w:ilvl w:val="1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Временски рок за запознавање со информациите,</w:t>
      </w:r>
    </w:p>
    <w:p w:rsidR="00D1633C" w:rsidRPr="002B5789" w:rsidRDefault="00D1633C" w:rsidP="00D1633C">
      <w:pPr>
        <w:pStyle w:val="ListParagraph"/>
        <w:numPr>
          <w:ilvl w:val="1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Документи кои се проследуваат,</w:t>
      </w:r>
    </w:p>
    <w:p w:rsidR="00D1633C" w:rsidRPr="002B5789" w:rsidRDefault="00D1633C" w:rsidP="00D1633C">
      <w:pPr>
        <w:pStyle w:val="ListParagraph"/>
        <w:numPr>
          <w:ilvl w:val="1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 xml:space="preserve">Дефинирање на група корисници до која треба да се проследат информациите. Групата корисници треба да се дефинира преку одбирање </w:t>
      </w:r>
      <w:r w:rsidR="00A6237D" w:rsidRPr="002B5789">
        <w:rPr>
          <w:sz w:val="24"/>
          <w:lang w:val="mk-MK"/>
        </w:rPr>
        <w:t xml:space="preserve">на </w:t>
      </w:r>
      <w:r w:rsidRPr="002B5789">
        <w:rPr>
          <w:sz w:val="24"/>
          <w:lang w:val="mk-MK"/>
        </w:rPr>
        <w:t xml:space="preserve">работно место и/или дозволи за работа и/или овластувања за работа и/или поединечни корисници (да се овозможи комбинација на сите овие </w:t>
      </w:r>
      <w:r w:rsidR="00A6237D" w:rsidRPr="002B5789">
        <w:rPr>
          <w:sz w:val="24"/>
          <w:lang w:val="mk-MK"/>
        </w:rPr>
        <w:t>параметри за селекција)</w:t>
      </w:r>
    </w:p>
    <w:p w:rsidR="00A6237D" w:rsidRPr="002B5789" w:rsidRDefault="00A6237D" w:rsidP="00D1633C">
      <w:pPr>
        <w:pStyle w:val="ListParagraph"/>
        <w:numPr>
          <w:ilvl w:val="1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Дефинирање на времиња за праќање потсетници пред истекување на рокот на корисниците кои не се запознале со информациите,</w:t>
      </w:r>
    </w:p>
    <w:p w:rsidR="00A6237D" w:rsidRPr="002B5789" w:rsidRDefault="00A6237D" w:rsidP="00A6237D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 xml:space="preserve">Кога ќе се дефинира </w:t>
      </w:r>
      <w:r w:rsidRPr="002B5789">
        <w:rPr>
          <w:sz w:val="24"/>
        </w:rPr>
        <w:t xml:space="preserve">task </w:t>
      </w:r>
      <w:r w:rsidRPr="002B5789">
        <w:rPr>
          <w:sz w:val="24"/>
          <w:lang w:val="mk-MK"/>
        </w:rPr>
        <w:t xml:space="preserve">за информирање, испраќа до сите засегнати корисници и-мејл (и порака на </w:t>
      </w:r>
      <w:r w:rsidRPr="002B5789">
        <w:rPr>
          <w:sz w:val="24"/>
        </w:rPr>
        <w:t xml:space="preserve">messaging </w:t>
      </w:r>
      <w:r w:rsidRPr="002B5789">
        <w:rPr>
          <w:sz w:val="24"/>
          <w:lang w:val="mk-MK"/>
        </w:rPr>
        <w:t>апликација ако има податок во базата) со кратка информација (опис, рок) и линк за најава на корисникот,</w:t>
      </w:r>
    </w:p>
    <w:p w:rsidR="00A6237D" w:rsidRPr="002B5789" w:rsidRDefault="00A6237D" w:rsidP="00A6237D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 xml:space="preserve">Во времињата кои се дефинирани, </w:t>
      </w:r>
      <w:r w:rsidR="00314C69" w:rsidRPr="002B5789">
        <w:rPr>
          <w:sz w:val="24"/>
          <w:lang w:val="mk-MK"/>
        </w:rPr>
        <w:t xml:space="preserve">како и по истекување на рокот, </w:t>
      </w:r>
      <w:r w:rsidRPr="002B5789">
        <w:rPr>
          <w:sz w:val="24"/>
          <w:lang w:val="mk-MK"/>
        </w:rPr>
        <w:t>испраќа потсетници до корисниците кои не се запознале со информациите,</w:t>
      </w:r>
    </w:p>
    <w:p w:rsidR="00A6237D" w:rsidRPr="002B5789" w:rsidRDefault="00314C69" w:rsidP="00A6237D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Одредено време пред истекување на рокот за запознавање (параметар што може да се дефинира) и по истекување на рокот, на соодветен начин презентира кои корисници не се запознале со информациите. Оваа информација се презентира во апликацијата на корисниците со администраторско ниво на пристап (различно за пред и по истекување), и им се испраќа на и-мејл,</w:t>
      </w:r>
    </w:p>
    <w:p w:rsidR="00314C69" w:rsidRPr="002B5789" w:rsidRDefault="00314C69" w:rsidP="00A6237D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lastRenderedPageBreak/>
        <w:t xml:space="preserve">Корисниците со администраторски пристап во секој момент имаат увид во </w:t>
      </w:r>
      <w:r w:rsidR="002B5789" w:rsidRPr="002B5789">
        <w:rPr>
          <w:sz w:val="24"/>
          <w:lang w:val="mk-MK"/>
        </w:rPr>
        <w:t xml:space="preserve">моменталната состојба на сите </w:t>
      </w:r>
      <w:r w:rsidR="002B5789" w:rsidRPr="002B5789">
        <w:rPr>
          <w:sz w:val="24"/>
        </w:rPr>
        <w:t>task-</w:t>
      </w:r>
      <w:r w:rsidR="002B5789" w:rsidRPr="002B5789">
        <w:rPr>
          <w:sz w:val="24"/>
          <w:lang w:val="mk-MK"/>
        </w:rPr>
        <w:t>ови за информирање, односно преглед со информација за секој корисник до каде е со запознавањето со проследените документи,</w:t>
      </w:r>
    </w:p>
    <w:p w:rsidR="002B5789" w:rsidRPr="002B5789" w:rsidRDefault="002B5789" w:rsidP="002B5789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 xml:space="preserve">Сите прегледи можат да се експортираат во </w:t>
      </w:r>
      <w:r w:rsidRPr="002B5789">
        <w:rPr>
          <w:sz w:val="24"/>
        </w:rPr>
        <w:t xml:space="preserve">Excel </w:t>
      </w:r>
      <w:r w:rsidRPr="002B5789">
        <w:rPr>
          <w:sz w:val="24"/>
          <w:lang w:val="mk-MK"/>
        </w:rPr>
        <w:t xml:space="preserve">и </w:t>
      </w:r>
      <w:r w:rsidRPr="002B5789">
        <w:rPr>
          <w:sz w:val="24"/>
        </w:rPr>
        <w:t>PDF,</w:t>
      </w:r>
    </w:p>
    <w:p w:rsidR="00314C69" w:rsidRPr="002B5789" w:rsidRDefault="00314C69" w:rsidP="00314C69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На корисниците кои треба да се запознаат со информациите, по најавување им ги презентира сите проследени документи на соодветен начин, со јасна индикација кои од документите се веќе прочитани, а кои не,</w:t>
      </w:r>
    </w:p>
    <w:p w:rsidR="00314C69" w:rsidRPr="002B5789" w:rsidRDefault="00314C69" w:rsidP="00314C69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>Корисникот има можност да ги отвара документите поединечно за читање, а исто така има можност и да ги преземе од серверот,</w:t>
      </w:r>
    </w:p>
    <w:p w:rsidR="00314C69" w:rsidRPr="002B5789" w:rsidRDefault="002B5789" w:rsidP="00314C69">
      <w:pPr>
        <w:pStyle w:val="ListParagraph"/>
        <w:numPr>
          <w:ilvl w:val="0"/>
          <w:numId w:val="1"/>
        </w:numPr>
        <w:rPr>
          <w:sz w:val="24"/>
          <w:lang w:val="mk-MK"/>
        </w:rPr>
      </w:pPr>
      <w:r w:rsidRPr="002B5789">
        <w:rPr>
          <w:sz w:val="24"/>
          <w:lang w:val="mk-MK"/>
        </w:rPr>
        <w:t xml:space="preserve">Апликацијата автоматски експортира податоци за тоа кој корисник се запознал со одредена информација, и тоа на начин што ќе овозможи лесна интеграција во сегашната </w:t>
      </w:r>
      <w:r w:rsidRPr="002B5789">
        <w:rPr>
          <w:sz w:val="24"/>
        </w:rPr>
        <w:t xml:space="preserve">Excel </w:t>
      </w:r>
      <w:r w:rsidRPr="002B5789">
        <w:rPr>
          <w:sz w:val="24"/>
          <w:lang w:val="mk-MK"/>
        </w:rPr>
        <w:t>апликација за планирање на дневните распореди, а исто така и за евентуални понатамошни други примени (да се дефинира со понудувачот).</w:t>
      </w:r>
    </w:p>
    <w:p w:rsidR="002B5789" w:rsidRPr="002B5789" w:rsidRDefault="002B5789" w:rsidP="002B5789">
      <w:pPr>
        <w:pStyle w:val="ListParagraph"/>
        <w:rPr>
          <w:sz w:val="24"/>
          <w:lang w:val="mk-MK"/>
        </w:rPr>
      </w:pPr>
    </w:p>
    <w:sectPr w:rsidR="002B5789" w:rsidRPr="002B5789" w:rsidSect="00B13F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E3048"/>
    <w:multiLevelType w:val="hybridMultilevel"/>
    <w:tmpl w:val="E7E6FF72"/>
    <w:lvl w:ilvl="0" w:tplc="66845B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C54"/>
    <w:rsid w:val="00021C54"/>
    <w:rsid w:val="00210631"/>
    <w:rsid w:val="002B5789"/>
    <w:rsid w:val="00305B0A"/>
    <w:rsid w:val="00314C69"/>
    <w:rsid w:val="00330F52"/>
    <w:rsid w:val="0033768A"/>
    <w:rsid w:val="004F4100"/>
    <w:rsid w:val="006916BB"/>
    <w:rsid w:val="008F0663"/>
    <w:rsid w:val="00A6237D"/>
    <w:rsid w:val="00B13F19"/>
    <w:rsid w:val="00CC7ECC"/>
    <w:rsid w:val="00D1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Konstantinovic</dc:creator>
  <cp:keywords/>
  <dc:description/>
  <cp:lastModifiedBy>Nenad Konstantinovic</cp:lastModifiedBy>
  <cp:revision>3</cp:revision>
  <cp:lastPrinted>2022-09-30T09:57:00Z</cp:lastPrinted>
  <dcterms:created xsi:type="dcterms:W3CDTF">2022-09-30T07:42:00Z</dcterms:created>
  <dcterms:modified xsi:type="dcterms:W3CDTF">2022-09-30T10:03:00Z</dcterms:modified>
</cp:coreProperties>
</file>